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2160" w14:textId="1C069591" w:rsidR="002E135D" w:rsidRDefault="000D7612" w:rsidP="00194598">
      <w:pPr>
        <w:spacing w:after="400"/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4D81AFDE" wp14:editId="32E78092">
            <wp:simplePos x="0" y="0"/>
            <wp:positionH relativeFrom="column">
              <wp:posOffset>1987468</wp:posOffset>
            </wp:positionH>
            <wp:positionV relativeFrom="paragraph">
              <wp:posOffset>212100</wp:posOffset>
            </wp:positionV>
            <wp:extent cx="5437267" cy="1239243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7267" cy="1239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7C5"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1" layoutInCell="1" allowOverlap="1" wp14:anchorId="7D727C02" wp14:editId="2C0C6452">
                <wp:simplePos x="0" y="0"/>
                <wp:positionH relativeFrom="page">
                  <wp:posOffset>140970</wp:posOffset>
                </wp:positionH>
                <wp:positionV relativeFrom="page">
                  <wp:posOffset>152400</wp:posOffset>
                </wp:positionV>
                <wp:extent cx="9692640" cy="7412400"/>
                <wp:effectExtent l="19050" t="19050" r="0" b="6350"/>
                <wp:wrapNone/>
                <wp:docPr id="18" name="Pictur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692640" cy="7412400"/>
                          <a:chOff x="0" y="0"/>
                          <a:chExt cx="9688194" cy="7412989"/>
                        </a:xfrm>
                      </wpg:grpSpPr>
                      <wps:wsp>
                        <wps:cNvPr id="19" name="Freeform: Shape 19"/>
                        <wps:cNvSpPr/>
                        <wps:spPr>
                          <a:xfrm>
                            <a:off x="5439936" y="38689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8334014" y="278567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29" y="185682"/>
                                  <a:pt x="92825" y="185682"/>
                                </a:cubicBezTo>
                                <a:cubicBezTo>
                                  <a:pt x="41521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9401882" y="3536259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5486366" y="7227278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7405433" y="697966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54167" y="6453479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38690" y="2120207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reeform: Shape 26"/>
                        <wps:cNvSpPr/>
                        <wps:spPr>
                          <a:xfrm>
                            <a:off x="54167" y="3536259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reeform: Shape 27"/>
                        <wps:cNvSpPr/>
                        <wps:spPr>
                          <a:xfrm>
                            <a:off x="6531019" y="15475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9254857" y="2220801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131548" y="456541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4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4"/>
                                  <a:pt x="-33" y="92825"/>
                                </a:cubicBezTo>
                                <a:cubicBezTo>
                                  <a:pt x="-33" y="41541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1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4735763" y="0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9332238" y="533920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4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4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reeform: Shape 32"/>
                        <wps:cNvSpPr/>
                        <wps:spPr>
                          <a:xfrm>
                            <a:off x="3513131" y="108331"/>
                            <a:ext cx="193454" cy="185713"/>
                          </a:xfrm>
                          <a:custGeom>
                            <a:avLst/>
                            <a:gdLst>
                              <a:gd name="connsiteX0" fmla="*/ 193421 w 193454"/>
                              <a:gd name="connsiteY0" fmla="*/ 92826 h 185713"/>
                              <a:gd name="connsiteX1" fmla="*/ 96694 w 193454"/>
                              <a:gd name="connsiteY1" fmla="*/ 185682 h 185713"/>
                              <a:gd name="connsiteX2" fmla="*/ -33 w 193454"/>
                              <a:gd name="connsiteY2" fmla="*/ 92826 h 185713"/>
                              <a:gd name="connsiteX3" fmla="*/ 96694 w 193454"/>
                              <a:gd name="connsiteY3" fmla="*/ -31 h 185713"/>
                              <a:gd name="connsiteX4" fmla="*/ 193421 w 193454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454" h="185713">
                                <a:moveTo>
                                  <a:pt x="193421" y="92826"/>
                                </a:moveTo>
                                <a:cubicBezTo>
                                  <a:pt x="193421" y="144108"/>
                                  <a:pt x="150118" y="185682"/>
                                  <a:pt x="96694" y="185682"/>
                                </a:cubicBezTo>
                                <a:cubicBezTo>
                                  <a:pt x="43270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3270" y="-31"/>
                                  <a:pt x="96694" y="-31"/>
                                </a:cubicBezTo>
                                <a:cubicBezTo>
                                  <a:pt x="150118" y="-31"/>
                                  <a:pt x="193421" y="41541"/>
                                  <a:pt x="193421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1454776" y="7180850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3861349" y="7010614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6012561" y="701835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8496516" y="7072518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9463787" y="713442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9239380" y="4503507"/>
                            <a:ext cx="185716" cy="193449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6694 h 193449"/>
                              <a:gd name="connsiteX1" fmla="*/ 92825 w 185716"/>
                              <a:gd name="connsiteY1" fmla="*/ 193419 h 193449"/>
                              <a:gd name="connsiteX2" fmla="*/ -33 w 185716"/>
                              <a:gd name="connsiteY2" fmla="*/ 96694 h 193449"/>
                              <a:gd name="connsiteX3" fmla="*/ 92825 w 185716"/>
                              <a:gd name="connsiteY3" fmla="*/ -31 h 193449"/>
                              <a:gd name="connsiteX4" fmla="*/ 185683 w 185716"/>
                              <a:gd name="connsiteY4" fmla="*/ 96694 h 193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93449">
                                <a:moveTo>
                                  <a:pt x="185683" y="96694"/>
                                </a:moveTo>
                                <a:cubicBezTo>
                                  <a:pt x="185683" y="150117"/>
                                  <a:pt x="144129" y="193419"/>
                                  <a:pt x="92825" y="193419"/>
                                </a:cubicBezTo>
                                <a:cubicBezTo>
                                  <a:pt x="41521" y="193419"/>
                                  <a:pt x="-33" y="150117"/>
                                  <a:pt x="-33" y="96694"/>
                                </a:cubicBezTo>
                                <a:cubicBezTo>
                                  <a:pt x="-33" y="43278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3278"/>
                                  <a:pt x="185683" y="96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634530" y="713442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872638" y="224401"/>
                            <a:ext cx="193454" cy="185713"/>
                          </a:xfrm>
                          <a:custGeom>
                            <a:avLst/>
                            <a:gdLst>
                              <a:gd name="connsiteX0" fmla="*/ 193421 w 193454"/>
                              <a:gd name="connsiteY0" fmla="*/ 92826 h 185713"/>
                              <a:gd name="connsiteX1" fmla="*/ 96694 w 193454"/>
                              <a:gd name="connsiteY1" fmla="*/ 185682 h 185713"/>
                              <a:gd name="connsiteX2" fmla="*/ -33 w 193454"/>
                              <a:gd name="connsiteY2" fmla="*/ 92826 h 185713"/>
                              <a:gd name="connsiteX3" fmla="*/ 96694 w 193454"/>
                              <a:gd name="connsiteY3" fmla="*/ -31 h 185713"/>
                              <a:gd name="connsiteX4" fmla="*/ 193421 w 193454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3454" h="185713">
                                <a:moveTo>
                                  <a:pt x="193421" y="92826"/>
                                </a:moveTo>
                                <a:cubicBezTo>
                                  <a:pt x="193421" y="144108"/>
                                  <a:pt x="150118" y="185682"/>
                                  <a:pt x="96694" y="185682"/>
                                </a:cubicBezTo>
                                <a:cubicBezTo>
                                  <a:pt x="43277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3277" y="-31"/>
                                  <a:pt x="96694" y="-31"/>
                                </a:cubicBezTo>
                                <a:cubicBezTo>
                                  <a:pt x="150118" y="-31"/>
                                  <a:pt x="193421" y="41541"/>
                                  <a:pt x="193421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eform: Shape 41"/>
                        <wps:cNvSpPr/>
                        <wps:spPr>
                          <a:xfrm>
                            <a:off x="9293548" y="5300519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reeform: Shape 42"/>
                        <wps:cNvSpPr/>
                        <wps:spPr>
                          <a:xfrm>
                            <a:off x="7769127" y="7149898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12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eform: Shape 43"/>
                        <wps:cNvSpPr/>
                        <wps:spPr>
                          <a:xfrm>
                            <a:off x="975010" y="61903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6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6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reeform: Shape 44"/>
                        <wps:cNvSpPr/>
                        <wps:spPr>
                          <a:xfrm>
                            <a:off x="9502478" y="2630915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: Shape 45"/>
                        <wps:cNvSpPr/>
                        <wps:spPr>
                          <a:xfrm>
                            <a:off x="9471526" y="99046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4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4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reeform: Shape 46"/>
                        <wps:cNvSpPr/>
                        <wps:spPr>
                          <a:xfrm>
                            <a:off x="9494740" y="6693357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12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Freeform: Shape 47"/>
                        <wps:cNvSpPr/>
                        <wps:spPr>
                          <a:xfrm>
                            <a:off x="2081569" y="701835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Freeform: Shape 48"/>
                        <wps:cNvSpPr/>
                        <wps:spPr>
                          <a:xfrm>
                            <a:off x="6956619" y="7196326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Freeform: Shape 49"/>
                        <wps:cNvSpPr/>
                        <wps:spPr>
                          <a:xfrm>
                            <a:off x="123810" y="2669604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Freeform: Shape 50"/>
                        <wps:cNvSpPr/>
                        <wps:spPr>
                          <a:xfrm>
                            <a:off x="247621" y="6105270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Freeform: Shape 51"/>
                        <wps:cNvSpPr/>
                        <wps:spPr>
                          <a:xfrm>
                            <a:off x="30952" y="4503507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Freeform: Shape 52"/>
                        <wps:cNvSpPr/>
                        <wps:spPr>
                          <a:xfrm>
                            <a:off x="61905" y="7018352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: Shape 53"/>
                        <wps:cNvSpPr/>
                        <wps:spPr>
                          <a:xfrm>
                            <a:off x="5857798" y="154759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6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6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reeform: Shape 54"/>
                        <wps:cNvSpPr/>
                        <wps:spPr>
                          <a:xfrm>
                            <a:off x="2089307" y="23213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reeform: Shape 55"/>
                        <wps:cNvSpPr/>
                        <wps:spPr>
                          <a:xfrm>
                            <a:off x="3118484" y="247615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reeform: Shape 56"/>
                        <wps:cNvSpPr/>
                        <wps:spPr>
                          <a:xfrm>
                            <a:off x="371432" y="804750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6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6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4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4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Freeform: Shape 57"/>
                        <wps:cNvSpPr/>
                        <wps:spPr>
                          <a:xfrm>
                            <a:off x="2669670" y="7142160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reeform: Shape 58"/>
                        <wps:cNvSpPr/>
                        <wps:spPr>
                          <a:xfrm>
                            <a:off x="4751239" y="7080256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reeform: Shape 59"/>
                        <wps:cNvSpPr/>
                        <wps:spPr>
                          <a:xfrm>
                            <a:off x="9401882" y="4085656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Freeform: Shape 60"/>
                        <wps:cNvSpPr/>
                        <wps:spPr>
                          <a:xfrm>
                            <a:off x="8937592" y="139283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29" y="185682"/>
                                  <a:pt x="92825" y="185682"/>
                                </a:cubicBezTo>
                                <a:cubicBezTo>
                                  <a:pt x="41521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reeform: Shape 61"/>
                        <wps:cNvSpPr/>
                        <wps:spPr>
                          <a:xfrm>
                            <a:off x="309526" y="3899944"/>
                            <a:ext cx="185717" cy="193449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6694 h 193449"/>
                              <a:gd name="connsiteX1" fmla="*/ 92826 w 185717"/>
                              <a:gd name="connsiteY1" fmla="*/ 193419 h 193449"/>
                              <a:gd name="connsiteX2" fmla="*/ -33 w 185717"/>
                              <a:gd name="connsiteY2" fmla="*/ 96694 h 193449"/>
                              <a:gd name="connsiteX3" fmla="*/ 92826 w 185717"/>
                              <a:gd name="connsiteY3" fmla="*/ -31 h 193449"/>
                              <a:gd name="connsiteX4" fmla="*/ 185685 w 185717"/>
                              <a:gd name="connsiteY4" fmla="*/ 96694 h 193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93449">
                                <a:moveTo>
                                  <a:pt x="185685" y="96694"/>
                                </a:moveTo>
                                <a:cubicBezTo>
                                  <a:pt x="185685" y="150117"/>
                                  <a:pt x="144110" y="193419"/>
                                  <a:pt x="92826" y="193419"/>
                                </a:cubicBezTo>
                                <a:cubicBezTo>
                                  <a:pt x="41540" y="193419"/>
                                  <a:pt x="-33" y="150117"/>
                                  <a:pt x="-33" y="96694"/>
                                </a:cubicBezTo>
                                <a:cubicBezTo>
                                  <a:pt x="-33" y="43271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3271"/>
                                  <a:pt x="185685" y="96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reeform: Shape 62"/>
                        <wps:cNvSpPr/>
                        <wps:spPr>
                          <a:xfrm>
                            <a:off x="9440573" y="586539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reeform: Shape 63"/>
                        <wps:cNvSpPr/>
                        <wps:spPr>
                          <a:xfrm>
                            <a:off x="7993534" y="23213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29" y="185682"/>
                                  <a:pt x="92825" y="185682"/>
                                </a:cubicBezTo>
                                <a:cubicBezTo>
                                  <a:pt x="41521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reeform: Shape 64"/>
                        <wps:cNvSpPr/>
                        <wps:spPr>
                          <a:xfrm>
                            <a:off x="201192" y="1864854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Freeform: Shape 65"/>
                        <wps:cNvSpPr/>
                        <wps:spPr>
                          <a:xfrm>
                            <a:off x="4139923" y="46427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Freeform: Shape 66"/>
                        <wps:cNvSpPr/>
                        <wps:spPr>
                          <a:xfrm>
                            <a:off x="9355453" y="100593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29" y="185682"/>
                                  <a:pt x="92825" y="185682"/>
                                </a:cubicBezTo>
                                <a:cubicBezTo>
                                  <a:pt x="41521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reeform: Shape 67"/>
                        <wps:cNvSpPr/>
                        <wps:spPr>
                          <a:xfrm>
                            <a:off x="9471526" y="3172574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Freeform: Shape 68"/>
                        <wps:cNvSpPr/>
                        <wps:spPr>
                          <a:xfrm>
                            <a:off x="866675" y="7002876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Freeform: Shape 69"/>
                        <wps:cNvSpPr/>
                        <wps:spPr>
                          <a:xfrm>
                            <a:off x="4286948" y="717311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12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Freeform: Shape 70"/>
                        <wps:cNvSpPr/>
                        <wps:spPr>
                          <a:xfrm>
                            <a:off x="8867948" y="7165374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12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Freeform: Shape 71"/>
                        <wps:cNvSpPr/>
                        <wps:spPr>
                          <a:xfrm>
                            <a:off x="201192" y="5052904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Freeform: Shape 72"/>
                        <wps:cNvSpPr/>
                        <wps:spPr>
                          <a:xfrm>
                            <a:off x="355956" y="69641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6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6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10" y="185682"/>
                                  <a:pt x="92826" y="185682"/>
                                </a:cubicBezTo>
                                <a:cubicBezTo>
                                  <a:pt x="41540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Freeform: Shape 73"/>
                        <wps:cNvSpPr/>
                        <wps:spPr>
                          <a:xfrm>
                            <a:off x="0" y="5571349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Freeform: Shape 74"/>
                        <wps:cNvSpPr/>
                        <wps:spPr>
                          <a:xfrm>
                            <a:off x="7018524" y="108331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14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Freeform: Shape 75"/>
                        <wps:cNvSpPr/>
                        <wps:spPr>
                          <a:xfrm>
                            <a:off x="9386406" y="1578549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4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4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Freeform: Shape 76"/>
                        <wps:cNvSpPr/>
                        <wps:spPr>
                          <a:xfrm>
                            <a:off x="4967908" y="286305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Freeform: Shape 77"/>
                        <wps:cNvSpPr/>
                        <wps:spPr>
                          <a:xfrm>
                            <a:off x="30952" y="1346409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4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4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Freeform: Shape 78"/>
                        <wps:cNvSpPr/>
                        <wps:spPr>
                          <a:xfrm>
                            <a:off x="2654193" y="108331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2"/>
                                  <a:pt x="92825" y="185682"/>
                                </a:cubicBezTo>
                                <a:cubicBezTo>
                                  <a:pt x="41544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Freeform: Shape 79"/>
                        <wps:cNvSpPr/>
                        <wps:spPr>
                          <a:xfrm>
                            <a:off x="6647092" y="7165374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12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Freeform: Shape 80"/>
                        <wps:cNvSpPr/>
                        <wps:spPr>
                          <a:xfrm>
                            <a:off x="3010150" y="7072518"/>
                            <a:ext cx="185716" cy="193449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6694 h 193449"/>
                              <a:gd name="connsiteX1" fmla="*/ 92825 w 185716"/>
                              <a:gd name="connsiteY1" fmla="*/ 193419 h 193449"/>
                              <a:gd name="connsiteX2" fmla="*/ -33 w 185716"/>
                              <a:gd name="connsiteY2" fmla="*/ 96694 h 193449"/>
                              <a:gd name="connsiteX3" fmla="*/ 92825 w 185716"/>
                              <a:gd name="connsiteY3" fmla="*/ -31 h 193449"/>
                              <a:gd name="connsiteX4" fmla="*/ 185683 w 185716"/>
                              <a:gd name="connsiteY4" fmla="*/ 96694 h 193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93449">
                                <a:moveTo>
                                  <a:pt x="185683" y="96694"/>
                                </a:moveTo>
                                <a:cubicBezTo>
                                  <a:pt x="185683" y="150117"/>
                                  <a:pt x="144106" y="193419"/>
                                  <a:pt x="92825" y="193419"/>
                                </a:cubicBezTo>
                                <a:cubicBezTo>
                                  <a:pt x="41544" y="193419"/>
                                  <a:pt x="-33" y="150117"/>
                                  <a:pt x="-33" y="96694"/>
                                </a:cubicBezTo>
                                <a:cubicBezTo>
                                  <a:pt x="-33" y="4327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3278"/>
                                  <a:pt x="185683" y="96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Freeform: Shape 81"/>
                        <wps:cNvSpPr/>
                        <wps:spPr>
                          <a:xfrm>
                            <a:off x="1269060" y="193449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6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6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06" y="185681"/>
                                  <a:pt x="92825" y="185681"/>
                                </a:cubicBezTo>
                                <a:cubicBezTo>
                                  <a:pt x="41544" y="185681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44" y="-31"/>
                                  <a:pt x="92825" y="-31"/>
                                </a:cubicBezTo>
                                <a:cubicBezTo>
                                  <a:pt x="144106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Freeform: Shape 82"/>
                        <wps:cNvSpPr/>
                        <wps:spPr>
                          <a:xfrm>
                            <a:off x="9401882" y="6190388"/>
                            <a:ext cx="185716" cy="193449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6694 h 193449"/>
                              <a:gd name="connsiteX1" fmla="*/ 92825 w 185716"/>
                              <a:gd name="connsiteY1" fmla="*/ 193419 h 193449"/>
                              <a:gd name="connsiteX2" fmla="*/ -33 w 185716"/>
                              <a:gd name="connsiteY2" fmla="*/ 96694 h 193449"/>
                              <a:gd name="connsiteX3" fmla="*/ 92825 w 185716"/>
                              <a:gd name="connsiteY3" fmla="*/ -31 h 193449"/>
                              <a:gd name="connsiteX4" fmla="*/ 185683 w 185716"/>
                              <a:gd name="connsiteY4" fmla="*/ 96694 h 193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93449">
                                <a:moveTo>
                                  <a:pt x="185683" y="96694"/>
                                </a:moveTo>
                                <a:cubicBezTo>
                                  <a:pt x="185683" y="150117"/>
                                  <a:pt x="144129" y="193419"/>
                                  <a:pt x="92825" y="193419"/>
                                </a:cubicBezTo>
                                <a:cubicBezTo>
                                  <a:pt x="41521" y="193419"/>
                                  <a:pt x="-33" y="150117"/>
                                  <a:pt x="-33" y="96694"/>
                                </a:cubicBezTo>
                                <a:cubicBezTo>
                                  <a:pt x="-33" y="43271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3271"/>
                                  <a:pt x="185683" y="96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Freeform: Shape 83"/>
                        <wps:cNvSpPr/>
                        <wps:spPr>
                          <a:xfrm>
                            <a:off x="9502478" y="4944572"/>
                            <a:ext cx="185716" cy="185711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5 h 185711"/>
                              <a:gd name="connsiteX1" fmla="*/ 92825 w 185716"/>
                              <a:gd name="connsiteY1" fmla="*/ 185681 h 185711"/>
                              <a:gd name="connsiteX2" fmla="*/ -33 w 185716"/>
                              <a:gd name="connsiteY2" fmla="*/ 92825 h 185711"/>
                              <a:gd name="connsiteX3" fmla="*/ 92825 w 185716"/>
                              <a:gd name="connsiteY3" fmla="*/ -31 h 185711"/>
                              <a:gd name="connsiteX4" fmla="*/ 185683 w 185716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1">
                                <a:moveTo>
                                  <a:pt x="185683" y="92825"/>
                                </a:moveTo>
                                <a:cubicBezTo>
                                  <a:pt x="185683" y="144105"/>
                                  <a:pt x="144129" y="185681"/>
                                  <a:pt x="92825" y="185681"/>
                                </a:cubicBezTo>
                                <a:cubicBezTo>
                                  <a:pt x="41521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5"/>
                                  <a:pt x="185683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Freeform: Shape 84"/>
                        <wps:cNvSpPr/>
                        <wps:spPr>
                          <a:xfrm>
                            <a:off x="317265" y="3079718"/>
                            <a:ext cx="185717" cy="185711"/>
                          </a:xfrm>
                          <a:custGeom>
                            <a:avLst/>
                            <a:gdLst>
                              <a:gd name="connsiteX0" fmla="*/ 185685 w 185717"/>
                              <a:gd name="connsiteY0" fmla="*/ 92825 h 185711"/>
                              <a:gd name="connsiteX1" fmla="*/ 92826 w 185717"/>
                              <a:gd name="connsiteY1" fmla="*/ 185681 h 185711"/>
                              <a:gd name="connsiteX2" fmla="*/ -33 w 185717"/>
                              <a:gd name="connsiteY2" fmla="*/ 92825 h 185711"/>
                              <a:gd name="connsiteX3" fmla="*/ 92826 w 185717"/>
                              <a:gd name="connsiteY3" fmla="*/ -31 h 185711"/>
                              <a:gd name="connsiteX4" fmla="*/ 185685 w 185717"/>
                              <a:gd name="connsiteY4" fmla="*/ 92825 h 185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7" h="185711">
                                <a:moveTo>
                                  <a:pt x="185685" y="92825"/>
                                </a:moveTo>
                                <a:cubicBezTo>
                                  <a:pt x="185685" y="144105"/>
                                  <a:pt x="144110" y="185681"/>
                                  <a:pt x="92826" y="185681"/>
                                </a:cubicBezTo>
                                <a:cubicBezTo>
                                  <a:pt x="41540" y="185681"/>
                                  <a:pt x="-33" y="144105"/>
                                  <a:pt x="-33" y="92825"/>
                                </a:cubicBezTo>
                                <a:cubicBezTo>
                                  <a:pt x="-33" y="41545"/>
                                  <a:pt x="41540" y="-31"/>
                                  <a:pt x="92826" y="-31"/>
                                </a:cubicBezTo>
                                <a:cubicBezTo>
                                  <a:pt x="144110" y="-31"/>
                                  <a:pt x="185685" y="41545"/>
                                  <a:pt x="185685" y="928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reeform: Shape 85"/>
                        <wps:cNvSpPr/>
                        <wps:spPr>
                          <a:xfrm>
                            <a:off x="7467338" y="309519"/>
                            <a:ext cx="185716" cy="185713"/>
                          </a:xfrm>
                          <a:custGeom>
                            <a:avLst/>
                            <a:gdLst>
                              <a:gd name="connsiteX0" fmla="*/ 185683 w 185716"/>
                              <a:gd name="connsiteY0" fmla="*/ 92826 h 185713"/>
                              <a:gd name="connsiteX1" fmla="*/ 92825 w 185716"/>
                              <a:gd name="connsiteY1" fmla="*/ 185682 h 185713"/>
                              <a:gd name="connsiteX2" fmla="*/ -33 w 185716"/>
                              <a:gd name="connsiteY2" fmla="*/ 92826 h 185713"/>
                              <a:gd name="connsiteX3" fmla="*/ 92825 w 185716"/>
                              <a:gd name="connsiteY3" fmla="*/ -31 h 185713"/>
                              <a:gd name="connsiteX4" fmla="*/ 185683 w 185716"/>
                              <a:gd name="connsiteY4" fmla="*/ 92826 h 185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5716" h="185713">
                                <a:moveTo>
                                  <a:pt x="185683" y="92826"/>
                                </a:moveTo>
                                <a:cubicBezTo>
                                  <a:pt x="185683" y="144108"/>
                                  <a:pt x="144129" y="185682"/>
                                  <a:pt x="92825" y="185682"/>
                                </a:cubicBezTo>
                                <a:cubicBezTo>
                                  <a:pt x="41521" y="185682"/>
                                  <a:pt x="-33" y="144108"/>
                                  <a:pt x="-33" y="92826"/>
                                </a:cubicBezTo>
                                <a:cubicBezTo>
                                  <a:pt x="-33" y="41541"/>
                                  <a:pt x="41521" y="-31"/>
                                  <a:pt x="92825" y="-31"/>
                                </a:cubicBezTo>
                                <a:cubicBezTo>
                                  <a:pt x="144129" y="-31"/>
                                  <a:pt x="185683" y="41541"/>
                                  <a:pt x="185683" y="928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/>
                          </a:solidFill>
                          <a:ln w="773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97000</wp14:pctWidth>
                </wp14:sizeRelH>
                <wp14:sizeRelV relativeFrom="page">
                  <wp14:pctHeight>96000</wp14:pctHeight>
                </wp14:sizeRelV>
              </wp:anchor>
            </w:drawing>
          </mc:Choice>
          <mc:Fallback>
            <w:pict>
              <v:group w14:anchorId="2202B739" id="Picture 1" o:spid="_x0000_s1026" alt="&quot;&quot;" style="position:absolute;margin-left:11.1pt;margin-top:12pt;width:763.2pt;height:583.65pt;z-index:-251652608;mso-width-percent:970;mso-height-percent:960;mso-position-horizontal-relative:page;mso-position-vertical-relative:page;mso-width-percent:970;mso-height-percent:960" coordsize="96881,74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">
                <o:lock v:ext="edit" aspectratio="t"/>
                <v:shape id="Freeform: Shape 19" o:spid="_x0000_s1027" style="position:absolute;left:54399;top:386;width:1857;height:1858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" path="m185683,92826v,51282,-41577,92856,-92858,92856c41544,185682,-33,144108,-33,92826,-33,41541,41544,-31,92825,-31v51281,,92858,41572,92858,92857xe" fillcolor="#50b59e [3205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20" o:spid="_x0000_s1028" style="position:absolute;left:83340;top:2785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" path="m185683,92826v,51282,-41554,92856,-92858,92856c41521,185682,-33,144108,-33,92826,-33,41541,41521,-31,92825,-31v51304,,92858,41572,92858,92857xe" fillcolor="#50b59e [3205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21" o:spid="_x0000_s1029" style="position:absolute;left:94018;top:35362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" path="m185683,92825v,51280,-41554,92856,-92858,92856c41521,185681,-33,144105,-33,92825,-33,41545,41521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22" o:spid="_x0000_s1030" style="position:absolute;left:54863;top:72272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23" o:spid="_x0000_s1031" style="position:absolute;left:74054;top:69796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" path="m185683,92825v,51280,-41554,92856,-92858,92856c41544,185681,-33,144105,-33,92825,-33,41545,41544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24" o:spid="_x0000_s1032" style="position:absolute;left:541;top:64534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" path="m185685,92825v,51280,-41575,92856,-92859,92856c41540,185681,-33,144105,-33,92825,-33,41545,41540,-31,92826,-31v51284,,92859,41576,92859,92856xe" fillcolor="#50b59e [3205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25" o:spid="_x0000_s1033" style="position:absolute;left:386;top:21202;width:1858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" path="m185685,92825v,51280,-41575,92856,-92859,92856c41540,185681,-33,144105,-33,92825,-33,41545,41540,-31,92826,-31v51284,,92859,41576,92859,92856xe" fillcolor="#50b59e [3205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26" o:spid="_x0000_s1034" style="position:absolute;left:541;top:35362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" path="m185685,92825v,51280,-41575,92856,-92859,92856c41540,185681,-33,144105,-33,92825,-33,41545,41540,-31,92826,-31v51284,,92859,41576,92859,92856xe" fillcolor="#50b59e [3205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27" o:spid="_x0000_s1035" style="position:absolute;left:65310;top:154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" path="m185683,92826v,51282,-41577,92856,-92858,92856c41544,185682,-33,144108,-33,92826,-33,41541,41544,-31,92825,-31v51281,,92858,41572,92858,92857xe" fillcolor="#50b59e [3205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28" o:spid="_x0000_s1036" style="position:absolute;left:92548;top:22208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" path="m185683,92825v,51280,-41554,92856,-92858,92856c41521,185681,-33,144105,-33,92825,-33,41545,41521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29" o:spid="_x0000_s1037" style="position:absolute;left:1315;top:4565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" path="m185685,92825v,51279,-41575,92856,-92859,92856c41540,185681,-33,144104,-33,92825,-33,41541,41540,-31,92826,-31v51284,,92859,41572,92859,92856xe" fillcolor="#50b59e [3205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30" o:spid="_x0000_s1038" style="position:absolute;left:47357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" path="m185683,92826v,51282,-41577,92856,-92858,92856c41544,185682,-33,144108,-33,92826,-33,41541,41544,-31,92825,-31v51281,,92858,41572,92858,92857xe" fillcolor="#50b59e [3205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31" o:spid="_x0000_s1039" style="position:absolute;left:93322;top:5339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" path="m185683,92825v,51279,-41554,92856,-92858,92856c41521,185681,-33,144104,-33,92825,-33,41545,41521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32" o:spid="_x0000_s1040" style="position:absolute;left:35131;top:1083;width:1934;height:1857;visibility:visible;mso-wrap-style:square;v-text-anchor:middle" coordsize="193454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" path="m193421,92826v,51282,-43303,92856,-96727,92856c43270,185682,-33,144108,-33,92826,-33,41541,43270,-31,96694,-31v53424,,96727,41572,96727,92857xe" fillcolor="#50b59e [3205]" stroked="f" strokeweight=".21492mm">
                  <v:stroke joinstyle="miter"/>
                  <v:path arrowok="t" o:connecttype="custom" o:connectlocs="193421,92826;96694,185682;-33,92826;96694,-31;193421,92826" o:connectangles="0,0,0,0,0"/>
                </v:shape>
                <v:shape id="Freeform: Shape 33" o:spid="_x0000_s1041" style="position:absolute;left:14547;top:71808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34" o:spid="_x0000_s1042" style="position:absolute;left:38613;top:70106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" path="m185683,92825v,51280,-41577,92856,-92858,92856c41544,185681,-33,144105,-33,92825,-33,41545,41544,-31,92825,-31v51281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35" o:spid="_x0000_s1043" style="position:absolute;left:60125;top:70183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" path="m185683,92825v,51280,-41577,92856,-92858,92856c41544,185681,-33,144105,-33,92825,-33,41545,41544,-31,92825,-31v51281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36" o:spid="_x0000_s1044" style="position:absolute;left:84965;top:70725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" path="m185683,92825v,51280,-41554,92856,-92858,92856c41521,185681,-33,144105,-33,92825,-33,41545,41521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37" o:spid="_x0000_s1045" style="position:absolute;left:94637;top:71344;width:1858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" path="m185683,92825v,51280,-41554,92856,-92858,92856c41521,185681,-33,144105,-33,92825,-33,41545,41521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38" o:spid="_x0000_s1046" style="position:absolute;left:92393;top:45035;width:1857;height:1934;visibility:visible;mso-wrap-style:square;v-text-anchor:middle" coordsize="185716,193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" path="m185683,96694v,53423,-41554,96725,-92858,96725c41521,193419,-33,150117,-33,96694,-33,43278,41521,-31,92825,-31v51304,,92858,43309,92858,96725xe" fillcolor="#50b59e [3205]" stroked="f" strokeweight=".21492mm">
                  <v:stroke joinstyle="miter"/>
                  <v:path arrowok="t" o:connecttype="custom" o:connectlocs="185683,96694;92825,193419;-33,96694;92825,-31;185683,96694" o:connectangles="0,0,0,0,0"/>
                </v:shape>
                <v:shape id="Freeform: Shape 39" o:spid="_x0000_s1047" style="position:absolute;left:6345;top:71344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" path="m185683,92825v,51280,-41577,92856,-92858,92856c41544,185681,-33,144105,-33,92825,-33,41545,41544,-31,92825,-31v51281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0" o:spid="_x0000_s1048" style="position:absolute;left:18726;top:2244;width:1934;height:1857;visibility:visible;mso-wrap-style:square;v-text-anchor:middle" coordsize="193454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" path="m193421,92826v,51282,-43303,92856,-96727,92856c43277,185682,-33,144108,-33,92826,-33,41541,43277,-31,96694,-31v53424,,96727,41572,96727,92857xe" fillcolor="#50b59e [3205]" stroked="f" strokeweight=".21492mm">
                  <v:stroke joinstyle="miter"/>
                  <v:path arrowok="t" o:connecttype="custom" o:connectlocs="193421,92826;96694,185682;-33,92826;96694,-31;193421,92826" o:connectangles="0,0,0,0,0"/>
                </v:shape>
                <v:shape id="Freeform: Shape 41" o:spid="_x0000_s1049" style="position:absolute;left:92935;top:53005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" path="m185683,92825v,51280,-41554,92856,-92858,92856c41521,185681,-33,144105,-33,92825,-33,41545,41521,-31,92825,-31v51304,,92858,41576,92858,92856xe" fillcolor="#50b59e [3205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2" o:spid="_x0000_s1050" style="position:absolute;left:77691;top:71498;width:1857;height:1858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" path="m185683,92825v,51287,-41554,92856,-92858,92856c41521,185681,-33,144105,-33,92825,-33,41545,41521,-31,92825,-31v51304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3" o:spid="_x0000_s1051" style="position:absolute;left:9750;top:619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" path="m185683,92826v,51282,-41577,92855,-92858,92855c41544,185681,-33,144108,-33,92826,-33,41541,41544,-31,92825,-31v51281,,92858,41572,92858,92857xe" fillcolor="#8cc540 [3204]" stroked="f" strokeweight=".21492mm">
                  <v:stroke joinstyle="miter"/>
                  <v:path arrowok="t" o:connecttype="custom" o:connectlocs="185683,92826;92825,185681;-33,92826;92825,-31;185683,92826" o:connectangles="0,0,0,0,0"/>
                </v:shape>
                <v:shape id="Freeform: Shape 44" o:spid="_x0000_s1052" style="position:absolute;left:95024;top:26309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" path="m185683,92825v,51280,-41554,92856,-92858,92856c41521,185681,-33,144105,-33,92825,-33,41545,41521,-31,92825,-31v51304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5" o:spid="_x0000_s1053" style="position:absolute;left:94715;top:9904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" path="m185683,92825v,51279,-41554,92856,-92858,92856c41521,185681,-33,144104,-33,92825,-33,41545,41521,-31,92825,-31v51304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6" o:spid="_x0000_s1054" style="position:absolute;left:94947;top:66933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" path="m185683,92825v,51287,-41554,92856,-92858,92856c41521,185681,-33,144105,-33,92825,-33,41545,41521,-31,92825,-31v51304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7" o:spid="_x0000_s1055" style="position:absolute;left:20815;top:70183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8" o:spid="_x0000_s1056" style="position:absolute;left:69566;top:71963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49" o:spid="_x0000_s1057" style="position:absolute;left:1238;top:26696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" path="m185685,92825v,51280,-41575,92856,-92859,92856c41540,185681,-33,144105,-33,92825,-33,41545,41540,-31,92826,-31v51284,,92859,41576,92859,92856xe" fillcolor="#8cc540 [3204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50" o:spid="_x0000_s1058" style="position:absolute;left:2476;top:61052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" path="m185685,92825v,51280,-41575,92856,-92859,92856c41540,185681,-33,144105,-33,92825,-33,41545,41540,-31,92826,-31v51284,,92859,41576,92859,92856xe" fillcolor="#8cc540 [3204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51" o:spid="_x0000_s1059" style="position:absolute;left:309;top:45035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" path="m185685,92825v,51280,-41575,92856,-92859,92856c41540,185681,-33,144105,-33,92825,-33,41545,41540,-31,92826,-31v51284,,92859,41576,92859,92856xe" fillcolor="#8cc540 [3204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52" o:spid="_x0000_s1060" style="position:absolute;left:619;top:70183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" path="m185685,92825v,51280,-41575,92856,-92859,92856c41540,185681,-33,144105,-33,92825,-33,41545,41540,-31,92826,-31v51284,,92859,41576,92859,92856xe" fillcolor="#8cc540 [3204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53" o:spid="_x0000_s1061" style="position:absolute;left:58577;top:1547;width:1858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" path="m185683,92826v,51282,-41577,92855,-92858,92855c41544,185681,-33,144108,-33,92826,-33,41541,41544,-31,92825,-31v51281,,92858,41572,92858,92857xe" fillcolor="#8cc540 [3204]" stroked="f" strokeweight=".21492mm">
                  <v:stroke joinstyle="miter"/>
                  <v:path arrowok="t" o:connecttype="custom" o:connectlocs="185683,92826;92825,185681;-33,92826;92825,-31;185683,92826" o:connectangles="0,0,0,0,0"/>
                </v:shape>
                <v:shape id="Freeform: Shape 54" o:spid="_x0000_s1062" style="position:absolute;left:20893;top:232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" path="m185683,92826v,51282,-41577,92856,-92858,92856c41544,185682,-33,144108,-33,92826,-33,41541,41544,-31,92825,-31v51281,,92858,41572,92858,92857xe" fillcolor="#8cc540 [3204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55" o:spid="_x0000_s1063" style="position:absolute;left:31184;top:2476;width:1858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" path="m185683,92826v,51282,-41577,92856,-92858,92856c41544,185682,-33,144108,-33,92826,-33,41541,41544,-31,92825,-31v51281,,92858,41572,92858,92857xe" fillcolor="#8cc540 [3204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56" o:spid="_x0000_s1064" style="position:absolute;left:3714;top:8047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" path="m185683,92825v,51279,-41573,92856,-92857,92856c41540,185681,-33,144104,-33,92825,-33,41545,41540,-31,92826,-31v51284,,92857,41576,92857,92856xe" fillcolor="#8cc540 [3204]" stroked="f" strokeweight=".21492mm">
                  <v:stroke joinstyle="miter"/>
                  <v:path arrowok="t" o:connecttype="custom" o:connectlocs="185683,92825;92826,185681;-33,92825;92826,-31;185683,92825" o:connectangles="0,0,0,0,0"/>
                </v:shape>
                <v:shape id="Freeform: Shape 57" o:spid="_x0000_s1065" style="position:absolute;left:26696;top:71421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58" o:spid="_x0000_s1066" style="position:absolute;left:47512;top:70802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59" o:spid="_x0000_s1067" style="position:absolute;left:94018;top:40856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" path="m185683,92825v,51280,-41554,92856,-92858,92856c41521,185681,-33,144105,-33,92825,-33,41545,41521,-31,92825,-31v51304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60" o:spid="_x0000_s1068" style="position:absolute;left:89375;top:1392;width:1858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" path="m185683,92826v,51282,-41554,92856,-92858,92856c41521,185682,-33,144108,-33,92826,-33,41541,41521,-31,92825,-31v51304,,92858,41572,92858,92857xe" fillcolor="#8cc540 [3204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61" o:spid="_x0000_s1069" style="position:absolute;left:3095;top:38999;width:1857;height:1934;visibility:visible;mso-wrap-style:square;v-text-anchor:middle" coordsize="185717,193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" path="m185685,96694v,53423,-41575,96725,-92859,96725c41540,193419,-33,150117,-33,96694,-33,43271,41540,-31,92826,-31v51284,,92859,43302,92859,96725xe" fillcolor="#8cc540 [3204]" stroked="f" strokeweight=".21492mm">
                  <v:stroke joinstyle="miter"/>
                  <v:path arrowok="t" o:connecttype="custom" o:connectlocs="185685,96694;92826,193419;-33,96694;92826,-31;185685,96694" o:connectangles="0,0,0,0,0"/>
                </v:shape>
                <v:shape id="Freeform: Shape 62" o:spid="_x0000_s1070" style="position:absolute;left:94405;top:58653;width:1857;height:1858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" path="m185683,92825v,51280,-41554,92856,-92858,92856c41521,185681,-33,144105,-33,92825,-33,41545,41521,-31,92825,-31v51304,,92858,41576,92858,92856xe" fillcolor="#8cc540 [3204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63" o:spid="_x0000_s1071" style="position:absolute;left:79935;top:232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" path="m185683,92826v,51282,-41554,92856,-92858,92856c41521,185682,-33,144108,-33,92826,-33,41541,41521,-31,92825,-31v51304,,92858,41572,92858,92857xe" fillcolor="#8cc540 [3204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64" o:spid="_x0000_s1072" style="position:absolute;left:2011;top:18648;width:1858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" path="m185685,92825v,51280,-41575,92856,-92859,92856c41540,185681,-33,144105,-33,92825,-33,41545,41540,-31,92826,-31v51284,,92859,41576,92859,92856xe" fillcolor="#2b83c1 [3206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65" o:spid="_x0000_s1073" style="position:absolute;left:41399;top:464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" path="m185683,92826v,51282,-41577,92856,-92858,92856c41544,185682,-33,144108,-33,92826,-33,41541,41544,-31,92825,-31v51281,,92858,41572,92858,92857xe" fillcolor="#2b83c1 [3206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66" o:spid="_x0000_s1074" style="position:absolute;left:93554;top:1005;width:1857;height:1858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" path="m185683,92826v,51282,-41554,92856,-92858,92856c41521,185682,-33,144108,-33,92826,-33,41541,41521,-31,92825,-31v51304,,92858,41572,92858,92857xe" fillcolor="#2b83c1 [3206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67" o:spid="_x0000_s1075" style="position:absolute;left:94715;top:31725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" path="m185683,92825v,51280,-41554,92856,-92858,92856c41521,185681,-33,144105,-33,92825,-33,41545,41521,-31,92825,-31v51304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68" o:spid="_x0000_s1076" style="position:absolute;left:8666;top:70028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" path="m185683,92825v,51280,-41577,92856,-92858,92856c41544,185681,-33,144105,-33,92825,-33,41545,41544,-31,92825,-31v51281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69" o:spid="_x0000_s1077" style="position:absolute;left:42869;top:71731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" path="m185683,92825v,51287,-41577,92856,-92858,92856c41544,185681,-33,144105,-33,92825,-33,41545,41544,-31,92825,-31v51281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70" o:spid="_x0000_s1078" style="position:absolute;left:88679;top:71653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" path="m185683,92825v,51287,-41554,92856,-92858,92856c41521,185681,-33,144105,-33,92825,-33,41545,41521,-31,92825,-31v51304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71" o:spid="_x0000_s1079" style="position:absolute;left:2011;top:50529;width:1858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" path="m185685,92825v,51280,-41575,92856,-92859,92856c41540,185681,-33,144105,-33,92825,-33,41545,41540,-31,92826,-31v51284,,92859,41576,92859,92856xe" fillcolor="#2b83c1 [3206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72" o:spid="_x0000_s1080" style="position:absolute;left:3559;top:696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" path="m185683,92826v,51282,-41573,92856,-92857,92856c41540,185682,-33,144108,-33,92826,-33,41541,41540,-31,92826,-31v51284,,92857,41572,92857,92857xe" fillcolor="#2b83c1 [3206]" stroked="f" strokeweight=".21492mm">
                  <v:stroke joinstyle="miter"/>
                  <v:path arrowok="t" o:connecttype="custom" o:connectlocs="185683,92826;92826,185682;-33,92826;92826,-31;185683,92826" o:connectangles="0,0,0,0,0"/>
                </v:shape>
                <v:shape id="Freeform: Shape 73" o:spid="_x0000_s1081" style="position:absolute;top:55713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" path="m185685,92825v,51280,-41575,92856,-92859,92856c41540,185681,-33,144105,-33,92825,-33,41545,41540,-31,92826,-31v51284,,92859,41576,92859,92856xe" fillcolor="#2b83c1 [3206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74" o:spid="_x0000_s1082" style="position:absolute;left:70185;top:1083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" path="m185683,92826v,51282,-41577,92856,-92858,92856c41544,185682,-33,144108,-33,92826,-33,41541,41544,-31,92825,-31v51289,,92858,41572,92858,92857xe" fillcolor="#2b83c1 [3206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75" o:spid="_x0000_s1083" style="position:absolute;left:93864;top:15785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" path="m185683,92825v,51279,-41554,92856,-92858,92856c41521,185681,-33,144104,-33,92825,-33,41545,41521,-31,92825,-31v51304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76" o:spid="_x0000_s1084" style="position:absolute;left:49679;top:2863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" path="m185683,92826v,51282,-41577,92856,-92858,92856c41544,185682,-33,144108,-33,92826,-33,41541,41544,-31,92825,-31v51281,,92858,41572,92858,92857xe" fillcolor="#2b83c1 [3206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77" o:spid="_x0000_s1085" style="position:absolute;left:309;top:13464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" path="m185685,92825v,51279,-41575,92856,-92859,92856c41540,185681,-33,144104,-33,92825,-33,41545,41540,-31,92826,-31v51284,,92859,41576,92859,92856xe" fillcolor="#2b83c1 [3206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78" o:spid="_x0000_s1086" style="position:absolute;left:26541;top:1083;width:1858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" path="m185683,92826v,51282,-41577,92856,-92858,92856c41544,185682,-33,144108,-33,92826,-33,41541,41544,-31,92825,-31v51281,,92858,41572,92858,92857xe" fillcolor="#2b83c1 [3206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v:shape id="Freeform: Shape 79" o:spid="_x0000_s1087" style="position:absolute;left:66470;top:71653;width:1858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" path="m185683,92825v,51287,-41577,92856,-92858,92856c41544,185681,-33,144105,-33,92825,-33,41545,41544,-31,92825,-31v51281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80" o:spid="_x0000_s1088" style="position:absolute;left:30101;top:70725;width:1857;height:1934;visibility:visible;mso-wrap-style:square;v-text-anchor:middle" coordsize="185716,193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" path="m185683,96694v,53423,-41577,96725,-92858,96725c41544,193419,-33,150117,-33,96694,-33,43271,41544,-31,92825,-31v51281,,92858,43309,92858,96725xe" fillcolor="#2b83c1 [3206]" stroked="f" strokeweight=".21492mm">
                  <v:stroke joinstyle="miter"/>
                  <v:path arrowok="t" o:connecttype="custom" o:connectlocs="185683,96694;92825,193419;-33,96694;92825,-31;185683,96694" o:connectangles="0,0,0,0,0"/>
                </v:shape>
                <v:shape id="Freeform: Shape 81" o:spid="_x0000_s1089" style="position:absolute;left:12690;top:1934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" path="m185683,92826v,51282,-41577,92855,-92858,92855c41544,185681,-33,144108,-33,92826,-33,41541,41544,-31,92825,-31v51281,,92858,41572,92858,92857xe" fillcolor="#2b83c1 [3206]" stroked="f" strokeweight=".21492mm">
                  <v:stroke joinstyle="miter"/>
                  <v:path arrowok="t" o:connecttype="custom" o:connectlocs="185683,92826;92825,185681;-33,92826;92825,-31;185683,92826" o:connectangles="0,0,0,0,0"/>
                </v:shape>
                <v:shape id="Freeform: Shape 82" o:spid="_x0000_s1090" style="position:absolute;left:94018;top:61903;width:1857;height:1935;visibility:visible;mso-wrap-style:square;v-text-anchor:middle" coordsize="185716,1934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" path="m185683,96694v,53423,-41554,96725,-92858,96725c41521,193419,-33,150117,-33,96694,-33,43271,41521,-31,92825,-31v51304,,92858,43302,92858,96725xe" fillcolor="#2b83c1 [3206]" stroked="f" strokeweight=".21492mm">
                  <v:stroke joinstyle="miter"/>
                  <v:path arrowok="t" o:connecttype="custom" o:connectlocs="185683,96694;92825,193419;-33,96694;92825,-31;185683,96694" o:connectangles="0,0,0,0,0"/>
                </v:shape>
                <v:shape id="Freeform: Shape 83" o:spid="_x0000_s1091" style="position:absolute;left:95024;top:49445;width:1857;height:1857;visibility:visible;mso-wrap-style:square;v-text-anchor:middle" coordsize="185716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" path="m185683,92825v,51280,-41554,92856,-92858,92856c41521,185681,-33,144105,-33,92825,-33,41545,41521,-31,92825,-31v51304,,92858,41576,92858,92856xe" fillcolor="#2b83c1 [3206]" stroked="f" strokeweight=".21492mm">
                  <v:stroke joinstyle="miter"/>
                  <v:path arrowok="t" o:connecttype="custom" o:connectlocs="185683,92825;92825,185681;-33,92825;92825,-31;185683,92825" o:connectangles="0,0,0,0,0"/>
                </v:shape>
                <v:shape id="Freeform: Shape 84" o:spid="_x0000_s1092" style="position:absolute;left:3172;top:30797;width:1857;height:1857;visibility:visible;mso-wrap-style:square;v-text-anchor:middle" coordsize="185717,1857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" path="m185685,92825v,51280,-41575,92856,-92859,92856c41540,185681,-33,144105,-33,92825,-33,41545,41540,-31,92826,-31v51284,,92859,41576,92859,92856xe" fillcolor="#2b83c1 [3206]" stroked="f" strokeweight=".21492mm">
                  <v:stroke joinstyle="miter"/>
                  <v:path arrowok="t" o:connecttype="custom" o:connectlocs="185685,92825;92826,185681;-33,92825;92826,-31;185685,92825" o:connectangles="0,0,0,0,0"/>
                </v:shape>
                <v:shape id="Freeform: Shape 85" o:spid="_x0000_s1093" style="position:absolute;left:74673;top:3095;width:1857;height:1857;visibility:visible;mso-wrap-style:square;v-text-anchor:middle" coordsize="185716,1857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" path="m185683,92826v,51282,-41554,92856,-92858,92856c41521,185682,-33,144108,-33,92826,-33,41541,41521,-31,92825,-31v51304,,92858,41572,92858,92857xe" fillcolor="#2b83c1 [3206]" stroked="f" strokeweight=".21492mm">
                  <v:stroke joinstyle="miter"/>
                  <v:path arrowok="t" o:connecttype="custom" o:connectlocs="185683,92826;92825,185682;-33,92826;92825,-31;185683,92826" o:connectangles="0,0,0,0,0"/>
                </v:shape>
                <w10:wrap anchorx="page" anchory="page"/>
                <w10:anchorlock/>
              </v:group>
            </w:pict>
          </mc:Fallback>
        </mc:AlternateContent>
      </w:r>
    </w:p>
    <w:p w14:paraId="7AC6334C" w14:textId="3980C4B1" w:rsidR="00667526" w:rsidRPr="000D7612" w:rsidRDefault="00667526" w:rsidP="00194598">
      <w:pPr>
        <w:pStyle w:val="GradientText"/>
        <w:rPr>
          <w:sz w:val="144"/>
          <w:szCs w:val="144"/>
        </w:rPr>
      </w:pPr>
    </w:p>
    <w:p w14:paraId="20AADA4B" w14:textId="27B47636" w:rsidR="00667526" w:rsidRPr="00194598" w:rsidRDefault="00194598" w:rsidP="008226A7">
      <w:pPr>
        <w:pStyle w:val="Name"/>
        <w:rPr>
          <w:sz w:val="72"/>
          <w:szCs w:val="72"/>
        </w:rPr>
      </w:pPr>
      <w:r w:rsidRPr="00194598">
        <w:rPr>
          <w:sz w:val="72"/>
          <w:szCs w:val="72"/>
        </w:rPr>
        <w:t>Participant Name</w:t>
      </w:r>
    </w:p>
    <w:p w14:paraId="3FC268F2" w14:textId="4D317518" w:rsidR="00194598" w:rsidRDefault="00194598" w:rsidP="00194598">
      <w:pPr>
        <w:pStyle w:val="Heading1"/>
        <w:rPr>
          <w:rFonts w:ascii="Avenir Next" w:hAnsi="Avenir Next"/>
        </w:rPr>
      </w:pPr>
      <w:r w:rsidRPr="00194598">
        <w:rPr>
          <w:rFonts w:ascii="Avenir Next" w:hAnsi="Avenir Next"/>
        </w:rPr>
        <w:t xml:space="preserve">for participating in </w:t>
      </w:r>
    </w:p>
    <w:p w14:paraId="2671DE26" w14:textId="5A94010F" w:rsidR="00194598" w:rsidRPr="00194598" w:rsidRDefault="00067BFF" w:rsidP="00194598">
      <w:r>
        <w:rPr>
          <w:rFonts w:ascii="Avenir Next" w:hAnsi="Avenir Next"/>
          <w:noProof/>
        </w:rPr>
        <w:drawing>
          <wp:anchor distT="0" distB="0" distL="114300" distR="114300" simplePos="0" relativeHeight="251667968" behindDoc="0" locked="0" layoutInCell="1" allowOverlap="1" wp14:anchorId="507B155E" wp14:editId="383A605C">
            <wp:simplePos x="0" y="0"/>
            <wp:positionH relativeFrom="column">
              <wp:posOffset>437950</wp:posOffset>
            </wp:positionH>
            <wp:positionV relativeFrom="paragraph">
              <wp:posOffset>117274</wp:posOffset>
            </wp:positionV>
            <wp:extent cx="1337912" cy="1337912"/>
            <wp:effectExtent l="0" t="0" r="0" b="0"/>
            <wp:wrapNone/>
            <wp:docPr id="4" name="Picture 4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Qr code&#10;&#10;Description automatically generated"/>
                    <pic:cNvPicPr/>
                  </pic:nvPicPr>
                  <pic:blipFill>
                    <a:blip r:embed="rId11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194" cy="1340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598">
        <w:rPr>
          <w:rFonts w:ascii="Avenir Next" w:hAnsi="Avenir Next"/>
          <w:noProof/>
        </w:rPr>
        <w:drawing>
          <wp:anchor distT="0" distB="0" distL="114300" distR="114300" simplePos="0" relativeHeight="251664896" behindDoc="0" locked="0" layoutInCell="1" allowOverlap="1" wp14:anchorId="1F89EFB3" wp14:editId="1AECA5B1">
            <wp:simplePos x="0" y="0"/>
            <wp:positionH relativeFrom="column">
              <wp:posOffset>1776070</wp:posOffset>
            </wp:positionH>
            <wp:positionV relativeFrom="paragraph">
              <wp:posOffset>48739</wp:posOffset>
            </wp:positionV>
            <wp:extent cx="7161130" cy="1525372"/>
            <wp:effectExtent l="0" t="0" r="190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59"/>
                    <a:stretch/>
                  </pic:blipFill>
                  <pic:spPr bwMode="auto">
                    <a:xfrm>
                      <a:off x="0" y="0"/>
                      <a:ext cx="7231057" cy="1540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EA20D" w14:textId="0102917C" w:rsidR="00194598" w:rsidRDefault="00194598" w:rsidP="00194598">
      <w:pPr>
        <w:pStyle w:val="Heading1"/>
        <w:jc w:val="left"/>
        <w:rPr>
          <w:rFonts w:ascii="Avenir Next" w:hAnsi="Avenir Next"/>
        </w:rPr>
      </w:pPr>
    </w:p>
    <w:p w14:paraId="6C477C7E" w14:textId="36C4C420" w:rsidR="00194598" w:rsidRDefault="00194598" w:rsidP="00194598"/>
    <w:p w14:paraId="7F5AE741" w14:textId="6CE24282" w:rsidR="00194598" w:rsidRDefault="00194598" w:rsidP="00194598"/>
    <w:p w14:paraId="45CED29A" w14:textId="2EDC84D1" w:rsidR="00194598" w:rsidRDefault="00194598" w:rsidP="00194598"/>
    <w:p w14:paraId="7B1508B7" w14:textId="60311C2C" w:rsidR="00194598" w:rsidRPr="00194598" w:rsidRDefault="00194598" w:rsidP="00194598"/>
    <w:p w14:paraId="0816C30A" w14:textId="17E04709" w:rsidR="00194598" w:rsidRDefault="00194598" w:rsidP="00194598">
      <w:pPr>
        <w:pStyle w:val="Heading1"/>
        <w:rPr>
          <w:rFonts w:ascii="Avenir Next" w:hAnsi="Avenir Next"/>
        </w:rPr>
      </w:pPr>
    </w:p>
    <w:p w14:paraId="67EBBE76" w14:textId="3F588FEE" w:rsidR="00194598" w:rsidRPr="00194598" w:rsidRDefault="00194598" w:rsidP="00194598">
      <w:pPr>
        <w:pStyle w:val="Heading1"/>
        <w:rPr>
          <w:rFonts w:ascii="Avenir Next" w:hAnsi="Avenir Next"/>
        </w:rPr>
      </w:pPr>
      <w:r w:rsidRPr="00194598">
        <w:rPr>
          <w:rFonts w:ascii="Avenir Next" w:hAnsi="Avenir Next"/>
        </w:rPr>
        <w:t xml:space="preserve">at CHURCH NAME, </w:t>
      </w:r>
      <w:r w:rsidRPr="00194598">
        <w:rPr>
          <w:rFonts w:ascii="Avenir Next" w:hAnsi="Avenir Next"/>
        </w:rPr>
        <w:br/>
        <w:t>we are so grateful for you and everything you contributed this week.</w:t>
      </w:r>
    </w:p>
    <w:tbl>
      <w:tblPr>
        <w:tblW w:w="5000" w:type="pct"/>
        <w:tblLook w:val="0600" w:firstRow="0" w:lastRow="0" w:firstColumn="0" w:lastColumn="0" w:noHBand="1" w:noVBand="1"/>
        <w:tblCaption w:val="Layout table"/>
      </w:tblPr>
      <w:tblGrid>
        <w:gridCol w:w="1598"/>
        <w:gridCol w:w="4804"/>
        <w:gridCol w:w="1599"/>
        <w:gridCol w:w="4799"/>
        <w:gridCol w:w="1600"/>
      </w:tblGrid>
      <w:tr w:rsidR="00EC229F" w14:paraId="3D2C5D92" w14:textId="77777777" w:rsidTr="00667526">
        <w:trPr>
          <w:trHeight w:val="893"/>
        </w:trPr>
        <w:tc>
          <w:tcPr>
            <w:tcW w:w="1598" w:type="dxa"/>
          </w:tcPr>
          <w:p w14:paraId="5894DBCA" w14:textId="77777777" w:rsidR="00EC229F" w:rsidRPr="00766176" w:rsidRDefault="00EC229F" w:rsidP="00766176">
            <w:pPr>
              <w:rPr>
                <w:color w:val="6C8A8A" w:themeColor="accent5"/>
              </w:rPr>
            </w:pPr>
          </w:p>
        </w:tc>
        <w:tc>
          <w:tcPr>
            <w:tcW w:w="4804" w:type="dxa"/>
            <w:tcBorders>
              <w:bottom w:val="single" w:sz="4" w:space="0" w:color="595959" w:themeColor="text1" w:themeTint="A6"/>
            </w:tcBorders>
            <w:vAlign w:val="center"/>
          </w:tcPr>
          <w:p w14:paraId="61C0AA06" w14:textId="615A208B" w:rsidR="00EC229F" w:rsidRPr="00766176" w:rsidRDefault="00EC229F" w:rsidP="00667526">
            <w:pPr>
              <w:rPr>
                <w:color w:val="6C8A8A" w:themeColor="accent5"/>
              </w:rPr>
            </w:pPr>
          </w:p>
        </w:tc>
        <w:tc>
          <w:tcPr>
            <w:tcW w:w="1599" w:type="dxa"/>
          </w:tcPr>
          <w:p w14:paraId="3747999F" w14:textId="77777777" w:rsidR="00EC229F" w:rsidRPr="00766176" w:rsidRDefault="00EC229F" w:rsidP="00766176">
            <w:pPr>
              <w:rPr>
                <w:color w:val="6C8A8A" w:themeColor="accent5"/>
              </w:rPr>
            </w:pPr>
          </w:p>
        </w:tc>
        <w:tc>
          <w:tcPr>
            <w:tcW w:w="4799" w:type="dxa"/>
            <w:tcBorders>
              <w:bottom w:val="single" w:sz="4" w:space="0" w:color="595959" w:themeColor="text1" w:themeTint="A6"/>
            </w:tcBorders>
          </w:tcPr>
          <w:p w14:paraId="50DD42C0" w14:textId="6BCFB730" w:rsidR="00EC229F" w:rsidRPr="00667526" w:rsidRDefault="00EC229F" w:rsidP="00667526">
            <w:pPr>
              <w:pStyle w:val="Heading1"/>
            </w:pPr>
          </w:p>
        </w:tc>
        <w:tc>
          <w:tcPr>
            <w:tcW w:w="1600" w:type="dxa"/>
          </w:tcPr>
          <w:p w14:paraId="53569F5C" w14:textId="77777777" w:rsidR="00EC229F" w:rsidRPr="00766176" w:rsidRDefault="00EC229F" w:rsidP="00766176">
            <w:pPr>
              <w:rPr>
                <w:color w:val="6C8A8A" w:themeColor="accent5"/>
              </w:rPr>
            </w:pPr>
          </w:p>
        </w:tc>
      </w:tr>
      <w:tr w:rsidR="00EC229F" w:rsidRPr="008C001C" w14:paraId="77A762DE" w14:textId="77777777" w:rsidTr="00667526">
        <w:trPr>
          <w:trHeight w:val="891"/>
        </w:trPr>
        <w:tc>
          <w:tcPr>
            <w:tcW w:w="1598" w:type="dxa"/>
          </w:tcPr>
          <w:p w14:paraId="6A0E7903" w14:textId="77777777" w:rsidR="00EC229F" w:rsidRPr="008C001C" w:rsidRDefault="00EC229F" w:rsidP="008C001C"/>
        </w:tc>
        <w:tc>
          <w:tcPr>
            <w:tcW w:w="4804" w:type="dxa"/>
            <w:tcBorders>
              <w:top w:val="single" w:sz="4" w:space="0" w:color="595959" w:themeColor="text1" w:themeTint="A6"/>
            </w:tcBorders>
            <w:tcMar>
              <w:top w:w="113" w:type="dxa"/>
            </w:tcMar>
          </w:tcPr>
          <w:p w14:paraId="4845532A" w14:textId="000C3D84" w:rsidR="00EC229F" w:rsidRPr="008C001C" w:rsidRDefault="00194598" w:rsidP="008C001C">
            <w:r>
              <w:t>Name, Camp Director</w:t>
            </w:r>
          </w:p>
        </w:tc>
        <w:tc>
          <w:tcPr>
            <w:tcW w:w="1599" w:type="dxa"/>
          </w:tcPr>
          <w:p w14:paraId="26943B64" w14:textId="77777777" w:rsidR="00EC229F" w:rsidRPr="008C001C" w:rsidRDefault="00EC229F" w:rsidP="008C001C"/>
        </w:tc>
        <w:tc>
          <w:tcPr>
            <w:tcW w:w="4799" w:type="dxa"/>
            <w:tcBorders>
              <w:top w:val="single" w:sz="4" w:space="0" w:color="595959" w:themeColor="text1" w:themeTint="A6"/>
            </w:tcBorders>
            <w:tcMar>
              <w:top w:w="113" w:type="dxa"/>
            </w:tcMar>
          </w:tcPr>
          <w:p w14:paraId="1FB72999" w14:textId="77777777" w:rsidR="00EC229F" w:rsidRPr="008C001C" w:rsidRDefault="00000000" w:rsidP="008C001C">
            <w:sdt>
              <w:sdtPr>
                <w:id w:val="-560405479"/>
                <w:placeholder>
                  <w:docPart w:val="8426B4A757C0F848A31273C35E8A9BCE"/>
                </w:placeholder>
                <w:temporary/>
                <w:showingPlcHdr/>
                <w15:appearance w15:val="hidden"/>
              </w:sdtPr>
              <w:sdtContent>
                <w:r w:rsidR="00016815" w:rsidRPr="008C001C">
                  <w:t>Date</w:t>
                </w:r>
              </w:sdtContent>
            </w:sdt>
          </w:p>
        </w:tc>
        <w:tc>
          <w:tcPr>
            <w:tcW w:w="1600" w:type="dxa"/>
          </w:tcPr>
          <w:p w14:paraId="50C383E2" w14:textId="77777777" w:rsidR="00EC229F" w:rsidRPr="008C001C" w:rsidRDefault="00EC229F" w:rsidP="008C001C"/>
        </w:tc>
      </w:tr>
    </w:tbl>
    <w:p w14:paraId="6B88E2D2" w14:textId="77777777" w:rsidR="002E135D" w:rsidRPr="000F1147" w:rsidRDefault="002E135D" w:rsidP="00BB5C6C">
      <w:pPr>
        <w:jc w:val="both"/>
        <w:rPr>
          <w:szCs w:val="16"/>
        </w:rPr>
      </w:pPr>
    </w:p>
    <w:sectPr w:rsidR="002E135D" w:rsidRPr="000F1147" w:rsidSect="00CF4A6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A552" w14:textId="77777777" w:rsidR="00277B0C" w:rsidRDefault="00277B0C" w:rsidP="002432F3">
      <w:r>
        <w:separator/>
      </w:r>
    </w:p>
  </w:endnote>
  <w:endnote w:type="continuationSeparator" w:id="0">
    <w:p w14:paraId="62407019" w14:textId="77777777" w:rsidR="00277B0C" w:rsidRDefault="00277B0C" w:rsidP="002432F3">
      <w:r>
        <w:continuationSeparator/>
      </w:r>
    </w:p>
  </w:endnote>
  <w:endnote w:type="continuationNotice" w:id="1">
    <w:p w14:paraId="32288834" w14:textId="77777777" w:rsidR="00277B0C" w:rsidRDefault="00277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erstadt">
    <w:panose1 w:val="020B0004020202020204"/>
    <w:charset w:val="00"/>
    <w:family w:val="swiss"/>
    <w:pitch w:val="variable"/>
    <w:sig w:usb0="80000003" w:usb1="00000001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002D7" w14:textId="77777777" w:rsidR="00277B0C" w:rsidRDefault="00277B0C" w:rsidP="002432F3">
      <w:r>
        <w:separator/>
      </w:r>
    </w:p>
  </w:footnote>
  <w:footnote w:type="continuationSeparator" w:id="0">
    <w:p w14:paraId="0D41AF3B" w14:textId="77777777" w:rsidR="00277B0C" w:rsidRDefault="00277B0C" w:rsidP="002432F3">
      <w:r>
        <w:continuationSeparator/>
      </w:r>
    </w:p>
  </w:footnote>
  <w:footnote w:type="continuationNotice" w:id="1">
    <w:p w14:paraId="1CF0BD8F" w14:textId="77777777" w:rsidR="00277B0C" w:rsidRDefault="00277B0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32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598"/>
    <w:rsid w:val="00016815"/>
    <w:rsid w:val="0004170E"/>
    <w:rsid w:val="00043414"/>
    <w:rsid w:val="00047EC2"/>
    <w:rsid w:val="00051D91"/>
    <w:rsid w:val="00054A0C"/>
    <w:rsid w:val="00056200"/>
    <w:rsid w:val="000568A9"/>
    <w:rsid w:val="00067BFF"/>
    <w:rsid w:val="000750B7"/>
    <w:rsid w:val="00082F91"/>
    <w:rsid w:val="00083FD8"/>
    <w:rsid w:val="0009289D"/>
    <w:rsid w:val="00094509"/>
    <w:rsid w:val="000B144C"/>
    <w:rsid w:val="000C15FC"/>
    <w:rsid w:val="000C67AA"/>
    <w:rsid w:val="000C68ED"/>
    <w:rsid w:val="000D25DB"/>
    <w:rsid w:val="000D2FB9"/>
    <w:rsid w:val="000D4898"/>
    <w:rsid w:val="000D7612"/>
    <w:rsid w:val="000F1147"/>
    <w:rsid w:val="001149FA"/>
    <w:rsid w:val="001642DC"/>
    <w:rsid w:val="00173318"/>
    <w:rsid w:val="0017519A"/>
    <w:rsid w:val="00194598"/>
    <w:rsid w:val="001B21E0"/>
    <w:rsid w:val="001B322E"/>
    <w:rsid w:val="001B49FA"/>
    <w:rsid w:val="001C337A"/>
    <w:rsid w:val="001C7F00"/>
    <w:rsid w:val="001D04F4"/>
    <w:rsid w:val="001E2F0F"/>
    <w:rsid w:val="001F218F"/>
    <w:rsid w:val="0020535A"/>
    <w:rsid w:val="002079BB"/>
    <w:rsid w:val="00207F1E"/>
    <w:rsid w:val="00220174"/>
    <w:rsid w:val="00227F35"/>
    <w:rsid w:val="00240A49"/>
    <w:rsid w:val="002432F3"/>
    <w:rsid w:val="0025288E"/>
    <w:rsid w:val="0027790D"/>
    <w:rsid w:val="00277B0C"/>
    <w:rsid w:val="002802BA"/>
    <w:rsid w:val="00284B6C"/>
    <w:rsid w:val="00290139"/>
    <w:rsid w:val="002A704E"/>
    <w:rsid w:val="002B0798"/>
    <w:rsid w:val="002B0D06"/>
    <w:rsid w:val="002B75C7"/>
    <w:rsid w:val="002C1263"/>
    <w:rsid w:val="002D0F55"/>
    <w:rsid w:val="002D56B7"/>
    <w:rsid w:val="002E135D"/>
    <w:rsid w:val="002F2779"/>
    <w:rsid w:val="00302A64"/>
    <w:rsid w:val="0031150A"/>
    <w:rsid w:val="00345A71"/>
    <w:rsid w:val="00351613"/>
    <w:rsid w:val="00357ABD"/>
    <w:rsid w:val="00363B7D"/>
    <w:rsid w:val="00374A55"/>
    <w:rsid w:val="0037778D"/>
    <w:rsid w:val="0039239E"/>
    <w:rsid w:val="0039472F"/>
    <w:rsid w:val="003B1E89"/>
    <w:rsid w:val="003F1E9F"/>
    <w:rsid w:val="003F38CC"/>
    <w:rsid w:val="00401E26"/>
    <w:rsid w:val="0045039F"/>
    <w:rsid w:val="00455E7F"/>
    <w:rsid w:val="00464C3E"/>
    <w:rsid w:val="00490EB0"/>
    <w:rsid w:val="0049183A"/>
    <w:rsid w:val="004C5282"/>
    <w:rsid w:val="004D1632"/>
    <w:rsid w:val="004E3F20"/>
    <w:rsid w:val="00506E10"/>
    <w:rsid w:val="00513B92"/>
    <w:rsid w:val="00531F7F"/>
    <w:rsid w:val="0053659E"/>
    <w:rsid w:val="005411C0"/>
    <w:rsid w:val="00551E0B"/>
    <w:rsid w:val="00561CA5"/>
    <w:rsid w:val="005643D6"/>
    <w:rsid w:val="00570FA4"/>
    <w:rsid w:val="005C19AD"/>
    <w:rsid w:val="005D7A67"/>
    <w:rsid w:val="005F268C"/>
    <w:rsid w:val="005F278D"/>
    <w:rsid w:val="00601F05"/>
    <w:rsid w:val="006278C3"/>
    <w:rsid w:val="00632894"/>
    <w:rsid w:val="00643048"/>
    <w:rsid w:val="00645271"/>
    <w:rsid w:val="00645707"/>
    <w:rsid w:val="00667526"/>
    <w:rsid w:val="006774FB"/>
    <w:rsid w:val="0068131F"/>
    <w:rsid w:val="00692A9F"/>
    <w:rsid w:val="006C48CC"/>
    <w:rsid w:val="006C4BC5"/>
    <w:rsid w:val="006F31C7"/>
    <w:rsid w:val="00710E18"/>
    <w:rsid w:val="00725AAE"/>
    <w:rsid w:val="00735F67"/>
    <w:rsid w:val="00746667"/>
    <w:rsid w:val="00766176"/>
    <w:rsid w:val="0076651E"/>
    <w:rsid w:val="00777F49"/>
    <w:rsid w:val="00791CEF"/>
    <w:rsid w:val="007A1CAD"/>
    <w:rsid w:val="007A4208"/>
    <w:rsid w:val="007D1BB2"/>
    <w:rsid w:val="007D32BC"/>
    <w:rsid w:val="007D365B"/>
    <w:rsid w:val="007D3EE3"/>
    <w:rsid w:val="007D4759"/>
    <w:rsid w:val="007E4E42"/>
    <w:rsid w:val="007E537E"/>
    <w:rsid w:val="00805ACA"/>
    <w:rsid w:val="00811585"/>
    <w:rsid w:val="008171BD"/>
    <w:rsid w:val="008226A7"/>
    <w:rsid w:val="0085172E"/>
    <w:rsid w:val="00866B9C"/>
    <w:rsid w:val="0087594A"/>
    <w:rsid w:val="00885D9F"/>
    <w:rsid w:val="00890A46"/>
    <w:rsid w:val="00897390"/>
    <w:rsid w:val="008A4C06"/>
    <w:rsid w:val="008B1B27"/>
    <w:rsid w:val="008B69C9"/>
    <w:rsid w:val="008C001C"/>
    <w:rsid w:val="008F392C"/>
    <w:rsid w:val="00926006"/>
    <w:rsid w:val="00937F18"/>
    <w:rsid w:val="00957DE5"/>
    <w:rsid w:val="00963EBE"/>
    <w:rsid w:val="00965716"/>
    <w:rsid w:val="00980CC3"/>
    <w:rsid w:val="0098529C"/>
    <w:rsid w:val="0099369E"/>
    <w:rsid w:val="009A1A97"/>
    <w:rsid w:val="009A3634"/>
    <w:rsid w:val="009C3201"/>
    <w:rsid w:val="009F44FF"/>
    <w:rsid w:val="00A02DE4"/>
    <w:rsid w:val="00A53FEC"/>
    <w:rsid w:val="00A55400"/>
    <w:rsid w:val="00A64868"/>
    <w:rsid w:val="00A829BA"/>
    <w:rsid w:val="00A85AFB"/>
    <w:rsid w:val="00AA0D87"/>
    <w:rsid w:val="00B11C09"/>
    <w:rsid w:val="00B174AA"/>
    <w:rsid w:val="00B202B5"/>
    <w:rsid w:val="00B2207A"/>
    <w:rsid w:val="00B24B08"/>
    <w:rsid w:val="00B2570C"/>
    <w:rsid w:val="00B3117C"/>
    <w:rsid w:val="00B32A52"/>
    <w:rsid w:val="00B46355"/>
    <w:rsid w:val="00B4642D"/>
    <w:rsid w:val="00B478B9"/>
    <w:rsid w:val="00B51FB4"/>
    <w:rsid w:val="00B86C70"/>
    <w:rsid w:val="00BA4851"/>
    <w:rsid w:val="00BA67D5"/>
    <w:rsid w:val="00BB0EBB"/>
    <w:rsid w:val="00BB29A2"/>
    <w:rsid w:val="00BB5C6C"/>
    <w:rsid w:val="00BD4307"/>
    <w:rsid w:val="00BD60DA"/>
    <w:rsid w:val="00BF02F6"/>
    <w:rsid w:val="00C05755"/>
    <w:rsid w:val="00C16D4C"/>
    <w:rsid w:val="00C23D2A"/>
    <w:rsid w:val="00C3574B"/>
    <w:rsid w:val="00C526C7"/>
    <w:rsid w:val="00C561ED"/>
    <w:rsid w:val="00C56A6B"/>
    <w:rsid w:val="00C60958"/>
    <w:rsid w:val="00C60D5C"/>
    <w:rsid w:val="00C85D60"/>
    <w:rsid w:val="00C94F56"/>
    <w:rsid w:val="00CB7CBC"/>
    <w:rsid w:val="00CC4843"/>
    <w:rsid w:val="00CD34FD"/>
    <w:rsid w:val="00CE79C3"/>
    <w:rsid w:val="00CF4A60"/>
    <w:rsid w:val="00D04FCB"/>
    <w:rsid w:val="00D11D7B"/>
    <w:rsid w:val="00D34B3B"/>
    <w:rsid w:val="00D522AF"/>
    <w:rsid w:val="00D55F66"/>
    <w:rsid w:val="00D577C5"/>
    <w:rsid w:val="00D61CD5"/>
    <w:rsid w:val="00D73EE5"/>
    <w:rsid w:val="00D749A9"/>
    <w:rsid w:val="00DC64BC"/>
    <w:rsid w:val="00DD146B"/>
    <w:rsid w:val="00DF64AC"/>
    <w:rsid w:val="00E0667A"/>
    <w:rsid w:val="00E16C59"/>
    <w:rsid w:val="00E261F3"/>
    <w:rsid w:val="00E30C99"/>
    <w:rsid w:val="00E5244D"/>
    <w:rsid w:val="00E5501B"/>
    <w:rsid w:val="00E56B70"/>
    <w:rsid w:val="00E60BC2"/>
    <w:rsid w:val="00E70756"/>
    <w:rsid w:val="00E840F7"/>
    <w:rsid w:val="00E845E9"/>
    <w:rsid w:val="00E93639"/>
    <w:rsid w:val="00EA2E42"/>
    <w:rsid w:val="00EA3A4F"/>
    <w:rsid w:val="00EC0783"/>
    <w:rsid w:val="00EC229F"/>
    <w:rsid w:val="00EC4978"/>
    <w:rsid w:val="00ED22AD"/>
    <w:rsid w:val="00EE6021"/>
    <w:rsid w:val="00EE794B"/>
    <w:rsid w:val="00F00D0E"/>
    <w:rsid w:val="00F12772"/>
    <w:rsid w:val="00F21CCE"/>
    <w:rsid w:val="00F451D9"/>
    <w:rsid w:val="00F47A3A"/>
    <w:rsid w:val="00F50616"/>
    <w:rsid w:val="00F719B0"/>
    <w:rsid w:val="00F7312A"/>
    <w:rsid w:val="00F737F0"/>
    <w:rsid w:val="00F81F5E"/>
    <w:rsid w:val="00FC3964"/>
    <w:rsid w:val="00FC5F2E"/>
    <w:rsid w:val="00FC71D2"/>
    <w:rsid w:val="00FF2AD8"/>
    <w:rsid w:val="00FF66DB"/>
    <w:rsid w:val="00FF7456"/>
    <w:rsid w:val="06817AE7"/>
    <w:rsid w:val="16772695"/>
    <w:rsid w:val="244DAEFC"/>
    <w:rsid w:val="247A3A42"/>
    <w:rsid w:val="46C7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6F4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526"/>
  </w:style>
  <w:style w:type="paragraph" w:styleId="Heading1">
    <w:name w:val="heading 1"/>
    <w:basedOn w:val="Normal"/>
    <w:next w:val="Normal"/>
    <w:link w:val="Heading1Char"/>
    <w:uiPriority w:val="9"/>
    <w:qFormat/>
    <w:rsid w:val="00667526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526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39"/>
    <w:rsid w:val="002E1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adientText">
    <w:name w:val="Gradient Text"/>
    <w:basedOn w:val="Normal"/>
    <w:qFormat/>
    <w:rsid w:val="00047EC2"/>
    <w:rPr>
      <w:b/>
      <w:color w:val="2B83C1" w:themeColor="accent3"/>
      <w:sz w:val="220"/>
      <w:szCs w:val="56"/>
      <w14:textFill>
        <w14:gradFill>
          <w14:gsLst>
            <w14:gs w14:pos="52000">
              <w14:schemeClr w14:val="accent2"/>
            </w14:gs>
            <w14:gs w14:pos="0">
              <w14:schemeClr w14:val="accent1"/>
            </w14:gs>
            <w14:gs w14:pos="100000">
              <w14:schemeClr w14:val="accent3"/>
            </w14:gs>
          </w14:gsLst>
          <w14:lin w14:ang="0" w14:scaled="0"/>
        </w14:gradFill>
      </w14:textFill>
    </w:rPr>
  </w:style>
  <w:style w:type="paragraph" w:customStyle="1" w:styleId="Name">
    <w:name w:val="Name"/>
    <w:basedOn w:val="Normal"/>
    <w:qFormat/>
    <w:rsid w:val="004C5282"/>
    <w:pPr>
      <w:spacing w:before="240"/>
    </w:pPr>
    <w:rPr>
      <w:b/>
      <w:sz w:val="110"/>
      <w:szCs w:val="110"/>
    </w:rPr>
  </w:style>
  <w:style w:type="paragraph" w:styleId="Header">
    <w:name w:val="header"/>
    <w:basedOn w:val="Normal"/>
    <w:link w:val="HeaderChar"/>
    <w:uiPriority w:val="99"/>
    <w:semiHidden/>
    <w:rsid w:val="002432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1632"/>
  </w:style>
  <w:style w:type="paragraph" w:styleId="Footer">
    <w:name w:val="footer"/>
    <w:basedOn w:val="Normal"/>
    <w:link w:val="FooterChar"/>
    <w:uiPriority w:val="99"/>
    <w:semiHidden/>
    <w:rsid w:val="002432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1632"/>
  </w:style>
  <w:style w:type="character" w:styleId="PlaceholderText">
    <w:name w:val="Placeholder Text"/>
    <w:basedOn w:val="DefaultParagraphFont"/>
    <w:uiPriority w:val="99"/>
    <w:semiHidden/>
    <w:rsid w:val="000B144C"/>
    <w:rPr>
      <w:color w:val="808080"/>
    </w:rPr>
  </w:style>
  <w:style w:type="paragraph" w:styleId="ListParagraph">
    <w:name w:val="List Paragraph"/>
    <w:basedOn w:val="Normal"/>
    <w:uiPriority w:val="34"/>
    <w:qFormat/>
    <w:rsid w:val="00667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eathermelton/Library/Containers/com.microsoft.Word/Data/Library/Application%20Support/Microsoft/Office/16.0/DTS/Search/%7bDFDE6C88-3949-4049-B7FE-D94C4D713442%7dtf0344406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26B4A757C0F848A31273C35E8A9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C2A1A-CB01-C241-BACA-B89D2744F947}"/>
      </w:docPartPr>
      <w:docPartBody>
        <w:p w:rsidR="00A81F86" w:rsidRDefault="00000000">
          <w:pPr>
            <w:pStyle w:val="8426B4A757C0F848A31273C35E8A9BCE"/>
          </w:pPr>
          <w:r w:rsidRPr="008C001C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erstadt">
    <w:panose1 w:val="020B0004020202020204"/>
    <w:charset w:val="00"/>
    <w:family w:val="swiss"/>
    <w:pitch w:val="variable"/>
    <w:sig w:usb0="80000003" w:usb1="00000001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F22"/>
    <w:rsid w:val="00645F22"/>
    <w:rsid w:val="00A81F86"/>
    <w:rsid w:val="00E65EB4"/>
    <w:rsid w:val="00FD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26B4A757C0F848A31273C35E8A9BCE">
    <w:name w:val="8426B4A757C0F848A31273C35E8A9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hank you certificat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CC540"/>
      </a:accent1>
      <a:accent2>
        <a:srgbClr val="50B59E"/>
      </a:accent2>
      <a:accent3>
        <a:srgbClr val="2B83C1"/>
      </a:accent3>
      <a:accent4>
        <a:srgbClr val="CC4948"/>
      </a:accent4>
      <a:accent5>
        <a:srgbClr val="6C8A8A"/>
      </a:accent5>
      <a:accent6>
        <a:srgbClr val="09334B"/>
      </a:accent6>
      <a:hlink>
        <a:srgbClr val="0563C1"/>
      </a:hlink>
      <a:folHlink>
        <a:srgbClr val="954F72"/>
      </a:folHlink>
    </a:clrScheme>
    <a:fontScheme name="Thank you certificate">
      <a:majorFont>
        <a:latin typeface="Bierstadt"/>
        <a:ea typeface=""/>
        <a:cs typeface=""/>
      </a:majorFont>
      <a:minorFont>
        <a:latin typeface="Bierstad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c7bf75-f404-4b37-9f08-06b5d4d4a566" xsi:nil="true"/>
    <MediaServiceKeyPoints xmlns="1fd67018-bfe5-49f7-8d9a-5fda1d7eadda" xsi:nil="true"/>
    <lcf76f155ced4ddcb4097134ff3c332f xmlns="1fd67018-bfe5-49f7-8d9a-5fda1d7eadd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396D2F06BD645ABBF3AC711DDEFB9" ma:contentTypeVersion="18" ma:contentTypeDescription="Create a new document." ma:contentTypeScope="" ma:versionID="a614b8c9a6e9c3bb8f099f129a6f90e9">
  <xsd:schema xmlns:xsd="http://www.w3.org/2001/XMLSchema" xmlns:xs="http://www.w3.org/2001/XMLSchema" xmlns:p="http://schemas.microsoft.com/office/2006/metadata/properties" xmlns:ns2="1fd67018-bfe5-49f7-8d9a-5fda1d7eadda" xmlns:ns3="73c7bf75-f404-4b37-9f08-06b5d4d4a566" targetNamespace="http://schemas.microsoft.com/office/2006/metadata/properties" ma:root="true" ma:fieldsID="8ae28b602b0147c4a375bfbe04b76393" ns2:_="" ns3:_="">
    <xsd:import namespace="1fd67018-bfe5-49f7-8d9a-5fda1d7eadda"/>
    <xsd:import namespace="73c7bf75-f404-4b37-9f08-06b5d4d4a5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67018-bfe5-49f7-8d9a-5fda1d7ea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d176af1-bef1-43e8-bc6f-90d18e8b8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7bf75-f404-4b37-9f08-06b5d4d4a56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2736742-fc54-45f9-bd32-a642a6b127dc}" ma:internalName="TaxCatchAll" ma:showField="CatchAllData" ma:web="73c7bf75-f404-4b37-9f08-06b5d4d4a5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68355-67EC-4B19-800D-EEA614989A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C4F081-39A3-4782-9F96-422619BD57EB}">
  <ds:schemaRefs>
    <ds:schemaRef ds:uri="http://schemas.microsoft.com/office/2006/metadata/properties"/>
    <ds:schemaRef ds:uri="http://schemas.microsoft.com/office/infopath/2007/PartnerControls"/>
    <ds:schemaRef ds:uri="73c7bf75-f404-4b37-9f08-06b5d4d4a566"/>
    <ds:schemaRef ds:uri="1fd67018-bfe5-49f7-8d9a-5fda1d7eadda"/>
  </ds:schemaRefs>
</ds:datastoreItem>
</file>

<file path=customXml/itemProps3.xml><?xml version="1.0" encoding="utf-8"?>
<ds:datastoreItem xmlns:ds="http://schemas.openxmlformats.org/officeDocument/2006/customXml" ds:itemID="{1B9094DF-C17D-4B05-9ADE-FA7088525A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937CD-39FF-4D1C-A4E1-12CBFB8D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67018-bfe5-49f7-8d9a-5fda1d7eadda"/>
    <ds:schemaRef ds:uri="73c7bf75-f404-4b37-9f08-06b5d4d4a5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2f988bf-86f1-41af-91ab-2d7cd011db47}" enabled="0" method="" siteId="{72f988bf-86f1-41af-91ab-2d7cd011db4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Confetti thank you certificate .dotx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2023-04-26T15:24:00Z</dcterms:created>
  <dcterms:modified xsi:type="dcterms:W3CDTF">2023-04-26T15:53:00Z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0x010100FBB396D2F06BD645ABBF3AC711DDEFB9</vt:lpwstr>
  </property>
</Properties>
</file>